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4"/>
        <w:gridCol w:w="4654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F94C66">
              <w:rPr>
                <w:b/>
              </w:rPr>
              <w:t>caleb</w:t>
            </w:r>
            <w:proofErr w:type="spellEnd"/>
            <w:r w:rsidR="00F94C66">
              <w:rPr>
                <w:b/>
              </w:rPr>
              <w:t xml:space="preserve"> r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F94C66">
              <w:rPr>
                <w:b/>
              </w:rPr>
              <w:t>dns</w:t>
            </w:r>
            <w:proofErr w:type="spellEnd"/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084866">
              <w:rPr>
                <w:b/>
              </w:rPr>
              <w:t>bandwidth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F94C66">
              <w:rPr>
                <w:b/>
              </w:rPr>
              <w:t xml:space="preserve">this is a service that </w:t>
            </w:r>
            <w:proofErr w:type="spellStart"/>
            <w:r w:rsidR="00F94C66">
              <w:rPr>
                <w:b/>
              </w:rPr>
              <w:t>stors</w:t>
            </w:r>
            <w:proofErr w:type="spellEnd"/>
            <w:r w:rsidR="00F94C66">
              <w:rPr>
                <w:b/>
              </w:rPr>
              <w:t xml:space="preserve"> translate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084866">
              <w:rPr>
                <w:b/>
              </w:rPr>
              <w:t>the amount of informatiom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D230E3">
              <w:rPr>
                <w:b/>
              </w:rPr>
              <w:t>firewall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13677B">
              <w:rPr>
                <w:b/>
              </w:rPr>
              <w:t>hard drive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D230E3">
              <w:rPr>
                <w:b/>
              </w:rPr>
              <w:t>hardware and/or software</w:t>
            </w:r>
          </w:p>
        </w:tc>
        <w:tc>
          <w:tcPr>
            <w:tcW w:w="5227" w:type="dxa"/>
          </w:tcPr>
          <w:p w:rsid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13677B">
              <w:rPr>
                <w:b/>
              </w:rPr>
              <w:t xml:space="preserve">a </w:t>
            </w:r>
            <w:proofErr w:type="spellStart"/>
            <w:r w:rsidR="0013677B">
              <w:rPr>
                <w:b/>
              </w:rPr>
              <w:t>devicefor</w:t>
            </w:r>
            <w:proofErr w:type="spellEnd"/>
            <w:r w:rsidR="0013677B">
              <w:rPr>
                <w:b/>
              </w:rPr>
              <w:t xml:space="preserve"> storing information</w:t>
            </w:r>
          </w:p>
          <w:p w:rsidR="0013677B" w:rsidRPr="003D004D" w:rsidRDefault="0013677B">
            <w:pPr>
              <w:rPr>
                <w:b/>
              </w:rPr>
            </w:pP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985639">
              <w:rPr>
                <w:b/>
              </w:rPr>
              <w:t>I</w:t>
            </w:r>
            <w:proofErr w:type="spellEnd"/>
            <w:r w:rsidR="00985639">
              <w:rPr>
                <w:b/>
              </w:rPr>
              <w:t xml:space="preserve"> wasn’t here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F94C66"/>
    <w:rsid w:val="00084866"/>
    <w:rsid w:val="00116E2F"/>
    <w:rsid w:val="0013677B"/>
    <w:rsid w:val="0017328E"/>
    <w:rsid w:val="0039291A"/>
    <w:rsid w:val="003A37C7"/>
    <w:rsid w:val="003C456B"/>
    <w:rsid w:val="003D004D"/>
    <w:rsid w:val="00480FC9"/>
    <w:rsid w:val="004F7C77"/>
    <w:rsid w:val="005E5126"/>
    <w:rsid w:val="00830AA8"/>
    <w:rsid w:val="00985639"/>
    <w:rsid w:val="00A36B4B"/>
    <w:rsid w:val="00AE3514"/>
    <w:rsid w:val="00C952F8"/>
    <w:rsid w:val="00D21F89"/>
    <w:rsid w:val="00D230E3"/>
    <w:rsid w:val="00DE6F4D"/>
    <w:rsid w:val="00E8780A"/>
    <w:rsid w:val="00F02725"/>
    <w:rsid w:val="00F9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rasmuc\6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5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5</cp:revision>
  <dcterms:created xsi:type="dcterms:W3CDTF">2012-01-23T18:13:00Z</dcterms:created>
  <dcterms:modified xsi:type="dcterms:W3CDTF">2012-02-17T18:08:00Z</dcterms:modified>
</cp:coreProperties>
</file>